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BD" w:rsidRDefault="00773BBD">
      <w:pPr>
        <w:rPr>
          <w:noProof/>
          <w:sz w:val="96"/>
          <w:szCs w:val="96"/>
          <w:lang w:eastAsia="en-ZA"/>
        </w:rPr>
      </w:pPr>
      <w:r>
        <w:rPr>
          <w:noProof/>
          <w:lang w:val="en-US"/>
        </w:rPr>
        <w:pict>
          <v:roundrect id="_x0000_s1026" style="position:absolute;margin-left:0;margin-top:36pt;width:525.3pt;height:668.4pt;z-index:251650560" arcsize="10923f" strokecolor="#c0504d" strokeweight="2.5pt">
            <v:shadow color="#868686"/>
            <v:textbox style="mso-next-textbox:#_x0000_s1026">
              <w:txbxContent>
                <w:p w:rsidR="00773BBD" w:rsidRDefault="00773BBD" w:rsidP="004D1FEB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9671B4">
                    <w:rPr>
                      <w:noProof/>
                      <w:sz w:val="96"/>
                      <w:szCs w:val="96"/>
                      <w:lang w:val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6" type="#_x0000_t75" style="width:329.25pt;height:147pt;visibility:visible">
                        <v:imagedata r:id="rId7" o:title=""/>
                      </v:shape>
                    </w:pict>
                  </w:r>
                </w:p>
                <w:p w:rsidR="00773BBD" w:rsidRDefault="00773BBD" w:rsidP="00377EC4">
                  <w:pPr>
                    <w:spacing w:after="0" w:line="240" w:lineRule="auto"/>
                    <w:jc w:val="center"/>
                    <w:rPr>
                      <w:noProof/>
                      <w:lang w:eastAsia="en-ZA"/>
                    </w:rPr>
                  </w:pPr>
                </w:p>
                <w:p w:rsidR="00773BBD" w:rsidRDefault="00773BBD" w:rsidP="00377EC4">
                  <w:pPr>
                    <w:spacing w:after="0" w:line="240" w:lineRule="auto"/>
                    <w:jc w:val="center"/>
                    <w:rPr>
                      <w:noProof/>
                      <w:lang w:eastAsia="en-ZA"/>
                    </w:rPr>
                  </w:pPr>
                </w:p>
                <w:p w:rsidR="00773BBD" w:rsidRPr="00480AC6" w:rsidRDefault="00773BBD" w:rsidP="00377EC4">
                  <w:pPr>
                    <w:spacing w:after="0" w:line="240" w:lineRule="auto"/>
                    <w:jc w:val="center"/>
                    <w:rPr>
                      <w:noProof/>
                      <w:lang w:eastAsia="en-ZA"/>
                    </w:rPr>
                  </w:pPr>
                </w:p>
                <w:p w:rsidR="00773BBD" w:rsidRPr="00FD71A2" w:rsidRDefault="00773BBD" w:rsidP="00FD71A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</w:rPr>
                    <w:t>GENERAL EDUCATION AND TRAINING CERTIFICATE</w:t>
                  </w:r>
                </w:p>
                <w:p w:rsidR="00773BBD" w:rsidRPr="00FD71A2" w:rsidRDefault="00773BBD" w:rsidP="00FD71A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773BBD" w:rsidRPr="00FD71A2" w:rsidRDefault="00773BBD" w:rsidP="00FD71A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</w:rPr>
                    <w:t>NQF LEVEL 1</w:t>
                  </w:r>
                </w:p>
                <w:p w:rsidR="00773BBD" w:rsidRPr="00FD71A2" w:rsidRDefault="00773BBD" w:rsidP="00FD71A2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</w:p>
                <w:p w:rsidR="00773BBD" w:rsidRPr="00FD71A2" w:rsidRDefault="00773BBD" w:rsidP="00FD71A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</w:rPr>
                    <w:t>ABET LEVEL 4 SITE-BASED ASSESSMENT</w:t>
                  </w:r>
                </w:p>
                <w:p w:rsidR="00773BBD" w:rsidRDefault="00773BBD" w:rsidP="00377EC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773BBD" w:rsidRDefault="00773BBD" w:rsidP="00377EC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773BBD" w:rsidRDefault="00773BBD" w:rsidP="00377EC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773BBD" w:rsidRDefault="00773BBD" w:rsidP="00377EC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773BBD" w:rsidRPr="00FD71A2" w:rsidRDefault="00773BBD" w:rsidP="00377EC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773BBD" w:rsidRPr="00480AC6" w:rsidRDefault="00773BBD" w:rsidP="004D1FEB"/>
                <w:tbl>
                  <w:tblPr>
                    <w:tblW w:w="9468" w:type="dxa"/>
                    <w:tblCellSpacing w:w="20" w:type="dxa"/>
                    <w:tblInd w:w="-106" w:type="dxa"/>
                    <w:tblLook w:val="00A0"/>
                  </w:tblPr>
                  <w:tblGrid>
                    <w:gridCol w:w="4163"/>
                    <w:gridCol w:w="488"/>
                    <w:gridCol w:w="4817"/>
                  </w:tblGrid>
                  <w:tr w:rsidR="00773BB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773BBD" w:rsidRPr="002379E8" w:rsidRDefault="00773BBD" w:rsidP="00611F1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73BBD" w:rsidRPr="002379E8" w:rsidRDefault="00773BBD" w:rsidP="00611F1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773BBD" w:rsidRPr="002379E8" w:rsidRDefault="00773BBD" w:rsidP="00611F19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MATHEMATICAL LITERACY</w:t>
                        </w:r>
                      </w:p>
                    </w:tc>
                  </w:tr>
                  <w:tr w:rsidR="00773BB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773BBD" w:rsidRPr="002379E8" w:rsidRDefault="00773BBD" w:rsidP="00611F1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73BBD" w:rsidRDefault="00773BBD" w:rsidP="00611F19">
                        <w:pPr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773BBD" w:rsidRPr="002379E8" w:rsidRDefault="00773BBD" w:rsidP="00611F19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MLMS4</w:t>
                        </w:r>
                      </w:p>
                    </w:tc>
                  </w:tr>
                  <w:tr w:rsidR="00773BB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773BBD" w:rsidRPr="002379E8" w:rsidRDefault="00773BBD" w:rsidP="00611F1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73BBD" w:rsidRDefault="00773BBD" w:rsidP="00611F19">
                        <w:pPr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773BBD" w:rsidRPr="002379E8" w:rsidRDefault="00773BBD" w:rsidP="00611F19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WORKSHEET</w:t>
                        </w:r>
                      </w:p>
                    </w:tc>
                  </w:tr>
                  <w:tr w:rsidR="00773BB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773BBD" w:rsidRPr="002379E8" w:rsidRDefault="00773BBD" w:rsidP="00611F1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73BBD" w:rsidRDefault="00773BBD" w:rsidP="00611F19">
                        <w:pPr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773BBD" w:rsidRPr="002379E8" w:rsidRDefault="00773BBD" w:rsidP="00611F19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3 HOURS</w:t>
                        </w:r>
                      </w:p>
                    </w:tc>
                  </w:tr>
                  <w:tr w:rsidR="00773BB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</w:tcPr>
                      <w:p w:rsidR="00773BBD" w:rsidRPr="002379E8" w:rsidRDefault="00773BBD" w:rsidP="00611F19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73BBD" w:rsidRDefault="00773BBD" w:rsidP="00611F19">
                        <w:pPr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</w:tcPr>
                      <w:p w:rsidR="00773BBD" w:rsidRPr="002379E8" w:rsidRDefault="00773BBD" w:rsidP="00611F19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773BBD" w:rsidRDefault="00773BBD" w:rsidP="004D1FEB">
                  <w:pPr>
                    <w:jc w:val="center"/>
                    <w:rPr>
                      <w:b/>
                      <w:bCs/>
                    </w:rPr>
                  </w:pPr>
                </w:p>
                <w:p w:rsidR="00773BBD" w:rsidRPr="00CD5272" w:rsidRDefault="00773BBD" w:rsidP="004D1FE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This assessment tool</w:t>
                  </w:r>
                  <w:r w:rsidRPr="00CD527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consists of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4</w:t>
                  </w:r>
                  <w:r w:rsidRPr="00CD527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pages</w:t>
                  </w:r>
                  <w:r w:rsidRPr="00CD5272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773BBD" w:rsidRDefault="00773BBD" w:rsidP="004D1FEB">
                  <w:pPr>
                    <w:jc w:val="center"/>
                    <w:rPr>
                      <w:rFonts w:ascii="Arial Narrow" w:hAnsi="Arial Narrow" w:cs="Arial Narrow"/>
                      <w:b/>
                      <w:bCs/>
                      <w:sz w:val="40"/>
                      <w:szCs w:val="40"/>
                    </w:rPr>
                  </w:pPr>
                </w:p>
                <w:p w:rsidR="00773BBD" w:rsidRPr="00313A72" w:rsidRDefault="00773BBD" w:rsidP="004D1FEB">
                  <w:pPr>
                    <w:jc w:val="center"/>
                    <w:rPr>
                      <w:rFonts w:ascii="Arial Narrow" w:hAnsi="Arial Narrow" w:cs="Arial Narrow"/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</w:p>
    <w:p w:rsidR="00773BBD" w:rsidRDefault="00773BBD">
      <w:pPr>
        <w:rPr>
          <w:noProof/>
          <w:sz w:val="96"/>
          <w:szCs w:val="96"/>
          <w:lang w:eastAsia="en-ZA"/>
        </w:rPr>
      </w:pPr>
    </w:p>
    <w:p w:rsidR="00773BBD" w:rsidRDefault="00773BBD">
      <w:pPr>
        <w:rPr>
          <w:noProof/>
          <w:sz w:val="96"/>
          <w:szCs w:val="96"/>
          <w:lang w:eastAsia="en-ZA"/>
        </w:rPr>
      </w:pPr>
    </w:p>
    <w:p w:rsidR="00773BBD" w:rsidRDefault="00773BBD">
      <w:pPr>
        <w:rPr>
          <w:noProof/>
          <w:sz w:val="96"/>
          <w:szCs w:val="96"/>
          <w:lang w:eastAsia="en-ZA"/>
        </w:rPr>
      </w:pPr>
    </w:p>
    <w:p w:rsidR="00773BBD" w:rsidRDefault="00773BBD">
      <w:pPr>
        <w:rPr>
          <w:noProof/>
          <w:sz w:val="96"/>
          <w:szCs w:val="96"/>
          <w:lang w:eastAsia="en-ZA"/>
        </w:rPr>
      </w:pPr>
    </w:p>
    <w:p w:rsidR="00773BBD" w:rsidRDefault="00773BBD">
      <w:pPr>
        <w:rPr>
          <w:noProof/>
          <w:sz w:val="96"/>
          <w:szCs w:val="96"/>
          <w:lang w:eastAsia="en-ZA"/>
        </w:rPr>
      </w:pPr>
    </w:p>
    <w:p w:rsidR="00773BBD" w:rsidRDefault="00773BBD">
      <w:pPr>
        <w:rPr>
          <w:noProof/>
          <w:sz w:val="96"/>
          <w:szCs w:val="96"/>
          <w:lang w:eastAsia="en-ZA"/>
        </w:rPr>
      </w:pPr>
    </w:p>
    <w:p w:rsidR="00773BBD" w:rsidRDefault="00773BBD" w:rsidP="004D1FEB">
      <w:pPr>
        <w:tabs>
          <w:tab w:val="left" w:pos="1159"/>
        </w:tabs>
        <w:rPr>
          <w:b/>
          <w:bCs/>
        </w:rPr>
        <w:sectPr w:rsidR="00773BBD" w:rsidSect="00B34E1F">
          <w:headerReference w:type="default" r:id="rId8"/>
          <w:footerReference w:type="default" r:id="rId9"/>
          <w:footerReference w:type="first" r:id="rId10"/>
          <w:pgSz w:w="11907" w:h="16840" w:code="9"/>
          <w:pgMar w:top="543" w:right="1276" w:bottom="907" w:left="720" w:header="709" w:footer="621" w:gutter="0"/>
          <w:cols w:space="720"/>
          <w:titlePg/>
          <w:docGrid w:linePitch="272"/>
        </w:sectPr>
      </w:pPr>
    </w:p>
    <w:p w:rsidR="00773BBD" w:rsidRDefault="00773BBD" w:rsidP="009F6F42">
      <w:pPr>
        <w:tabs>
          <w:tab w:val="left" w:pos="1159"/>
        </w:tabs>
        <w:spacing w:after="0" w:line="240" w:lineRule="auto"/>
        <w:rPr>
          <w:b/>
          <w:bCs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4"/>
        <w:gridCol w:w="254"/>
        <w:gridCol w:w="880"/>
      </w:tblGrid>
      <w:tr w:rsidR="00773BBD" w:rsidRPr="007401E8">
        <w:tc>
          <w:tcPr>
            <w:tcW w:w="9464" w:type="dxa"/>
          </w:tcPr>
          <w:p w:rsidR="00773BBD" w:rsidRPr="003C7E7B" w:rsidRDefault="00773BBD" w:rsidP="007401E8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ACTIVITY1</w:t>
            </w:r>
          </w:p>
        </w:tc>
        <w:tc>
          <w:tcPr>
            <w:tcW w:w="254" w:type="dxa"/>
          </w:tcPr>
          <w:p w:rsidR="00773BBD" w:rsidRPr="007401E8" w:rsidRDefault="00773BBD" w:rsidP="007401E8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:rsidR="00773BBD" w:rsidRPr="007401E8" w:rsidRDefault="00773BBD" w:rsidP="007401E8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773BBD" w:rsidRDefault="00773BBD" w:rsidP="007401E8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B928C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773BBD" w:rsidRPr="00FF5B7F" w:rsidRDefault="00773BBD" w:rsidP="00B928C5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Mbu’sSpaza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B928C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B928C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773BBD" w:rsidRPr="00FF5B7F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Lettie’s Cash Store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Default="00773BBD" w:rsidP="007401E8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773BBD" w:rsidRPr="00FF5B7F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loaves of bread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Default="00773BBD" w:rsidP="00FF5B7F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:rsidR="00773BBD" w:rsidRPr="00FF5B7F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loaves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Default="00773BBD" w:rsidP="007401E8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:rsidR="00773BBD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100 - 70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Pr="00FF5B7F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30 loaves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385F4A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73BBD" w:rsidRDefault="00773BBD" w:rsidP="002E3A99">
      <w:pPr>
        <w:tabs>
          <w:tab w:val="left" w:pos="1159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1008"/>
        <w:gridCol w:w="8370"/>
        <w:gridCol w:w="270"/>
        <w:gridCol w:w="950"/>
      </w:tblGrid>
      <w:tr w:rsidR="00773BBD" w:rsidRPr="00FF5B7F" w:rsidTr="00385F4A">
        <w:tc>
          <w:tcPr>
            <w:tcW w:w="1008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370" w:type="dxa"/>
          </w:tcPr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+ 80 + 100 + 50 + 80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380 loaves of bread.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70" w:type="dxa"/>
          </w:tcPr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</w:tbl>
    <w:p w:rsidR="00773BBD" w:rsidRDefault="00773BBD" w:rsidP="002E3A99">
      <w:pPr>
        <w:tabs>
          <w:tab w:val="left" w:pos="1159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1074"/>
        <w:gridCol w:w="2454"/>
        <w:gridCol w:w="5850"/>
        <w:gridCol w:w="270"/>
        <w:gridCol w:w="950"/>
      </w:tblGrid>
      <w:tr w:rsidR="00773BBD" w:rsidRPr="00FF5B7F">
        <w:tc>
          <w:tcPr>
            <w:tcW w:w="1074" w:type="dxa"/>
            <w:tcBorders>
              <w:right w:val="single" w:sz="4" w:space="0" w:color="auto"/>
            </w:tcBorders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BD" w:rsidRDefault="00773BBD" w:rsidP="002E3A99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Skakuza Holiday Shop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BD" w:rsidRDefault="00773BBD" w:rsidP="002E3A99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pict>
                <v:shape id="Picture 520" o:spid="_x0000_s1027" type="#_x0000_t75" style="position:absolute;left:0;text-align:left;margin-left:211.85pt;margin-top:2.7pt;width:46pt;height:39.75pt;z-index:251655680;visibility:visible;mso-position-horizontal-relative:text;mso-position-vertical-relative:text">
                  <v:imagedata r:id="rId11" o:title=""/>
                </v:shape>
              </w:pict>
            </w:r>
            <w:r>
              <w:rPr>
                <w:noProof/>
                <w:lang w:val="en-US"/>
              </w:rPr>
              <w:pict>
                <v:shape id="Picture 2" o:spid="_x0000_s1028" type="#_x0000_t75" alt="Description: Loaf Of Bread clip art" style="position:absolute;left:0;text-align:left;margin-left:140.7pt;margin-top:11.15pt;width:60.6pt;height:31.3pt;z-index:251652608;visibility:visible;mso-position-horizontal-relative:text;mso-position-vertical-relative:text">
                  <v:imagedata r:id="rId12" o:title=""/>
                </v:shape>
              </w:pict>
            </w:r>
            <w:r>
              <w:rPr>
                <w:noProof/>
                <w:lang w:val="en-US"/>
              </w:rPr>
              <w:pict>
                <v:shape id="_x0000_s1029" type="#_x0000_t75" alt="Description: Loaf Of Bread clip art" style="position:absolute;left:0;text-align:left;margin-left:71.1pt;margin-top:11.15pt;width:60.6pt;height:31.3pt;z-index:251654656;visibility:visible;mso-position-horizontal-relative:text;mso-position-vertical-relative:text">
                  <v:imagedata r:id="rId12" o:title=""/>
                </v:shape>
              </w:pict>
            </w:r>
            <w:r>
              <w:rPr>
                <w:noProof/>
                <w:lang w:val="en-US"/>
              </w:rPr>
              <w:pict>
                <v:shape id="_x0000_s1030" type="#_x0000_t75" alt="Description: Loaf Of Bread clip art" style="position:absolute;left:0;text-align:left;margin-left:6.25pt;margin-top:11.15pt;width:60.6pt;height:31.3pt;z-index:251653632;visibility:visible;mso-position-horizontal-relative:text;mso-position-vertical-relative:text">
                  <v:imagedata r:id="rId12" o:title="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773BBD" w:rsidRDefault="00773BBD" w:rsidP="002E3A99">
            <w:pPr>
              <w:tabs>
                <w:tab w:val="left" w:pos="1159"/>
                <w:tab w:val="right" w:pos="67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C532C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773BBD" w:rsidRPr="00FF5B7F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[5]</w:t>
            </w:r>
          </w:p>
        </w:tc>
      </w:tr>
    </w:tbl>
    <w:p w:rsidR="00773BBD" w:rsidRDefault="00773BBD" w:rsidP="002E3A99">
      <w:pPr>
        <w:tabs>
          <w:tab w:val="left" w:pos="1159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73BBD" w:rsidRDefault="00773BBD" w:rsidP="002E3A99">
      <w:pPr>
        <w:tabs>
          <w:tab w:val="left" w:pos="1159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4"/>
        <w:gridCol w:w="254"/>
        <w:gridCol w:w="880"/>
      </w:tblGrid>
      <w:tr w:rsidR="00773BBD" w:rsidRPr="007401E8">
        <w:tc>
          <w:tcPr>
            <w:tcW w:w="9464" w:type="dxa"/>
          </w:tcPr>
          <w:p w:rsidR="00773BBD" w:rsidRPr="003C7E7B" w:rsidRDefault="00773BBD" w:rsidP="00A5783F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 2</w:t>
            </w:r>
          </w:p>
        </w:tc>
        <w:tc>
          <w:tcPr>
            <w:tcW w:w="254" w:type="dxa"/>
          </w:tcPr>
          <w:p w:rsidR="00773BBD" w:rsidRPr="007401E8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:rsidR="00773BBD" w:rsidRPr="007401E8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945"/>
        <w:gridCol w:w="8532"/>
        <w:gridCol w:w="236"/>
        <w:gridCol w:w="885"/>
      </w:tblGrid>
      <w:tr w:rsidR="00773BBD" w:rsidRPr="00FF5B7F">
        <w:tc>
          <w:tcPr>
            <w:tcW w:w="959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05" w:type="dxa"/>
          </w:tcPr>
          <w:tbl>
            <w:tblPr>
              <w:tblW w:w="8306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52"/>
              <w:gridCol w:w="3848"/>
              <w:gridCol w:w="2506"/>
            </w:tblGrid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30D14">
                    <w:rPr>
                      <w:rFonts w:ascii="Times New Roman" w:hAnsi="Times New Roman" w:cs="Times New Roman"/>
                      <w:b/>
                      <w:bCs/>
                    </w:rPr>
                    <w:t>Subject</w:t>
                  </w:r>
                </w:p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(Description)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30D14">
                    <w:rPr>
                      <w:rFonts w:ascii="Times New Roman" w:hAnsi="Times New Roman" w:cs="Times New Roman"/>
                      <w:b/>
                      <w:bCs/>
                    </w:rPr>
                    <w:t>Tally</w:t>
                  </w:r>
                </w:p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30D14">
                    <w:rPr>
                      <w:rFonts w:ascii="Times New Roman" w:hAnsi="Times New Roman" w:cs="Times New Roman"/>
                      <w:b/>
                      <w:bCs/>
                    </w:rPr>
                    <w:t>(</w:t>
                  </w:r>
                  <w:r w:rsidRPr="00830D14">
                    <w:rPr>
                      <w:rFonts w:ascii="Times New Roman" w:hAnsi="Times New Roman" w:cs="Times New Roman"/>
                    </w:rPr>
                    <w:t xml:space="preserve">Done / / / /, and when 5 cross through to make bundle </w:t>
                  </w:r>
                  <w:r w:rsidRPr="00830D14">
                    <w:rPr>
                      <w:rFonts w:ascii="Times New Roman" w:hAnsi="Times New Roman" w:cs="Times New Roman"/>
                      <w:strike/>
                    </w:rPr>
                    <w:t>/ / / /)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30D14">
                    <w:rPr>
                      <w:rFonts w:ascii="Times New Roman" w:hAnsi="Times New Roman" w:cs="Times New Roman"/>
                      <w:b/>
                      <w:bCs/>
                    </w:rPr>
                    <w:t>Frequency</w:t>
                  </w:r>
                </w:p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(Sum of the tallies)</w:t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Mathematics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/ / 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ind w:firstLine="720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4</w:t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Social Sciences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  <w:strike/>
                    </w:rPr>
                    <w:t>/ / 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5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Life Orientation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/ 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D21862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3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Natural Science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/ 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3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Language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1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 w:rsidTr="00385F4A">
              <w:trPr>
                <w:trHeight w:val="185"/>
              </w:trPr>
              <w:tc>
                <w:tcPr>
                  <w:tcW w:w="830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One mark for correct tally as well as frequency.</w:t>
                  </w:r>
                </w:p>
              </w:tc>
            </w:tr>
          </w:tbl>
          <w:p w:rsidR="00773BBD" w:rsidRPr="00FF5B7F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3BBD" w:rsidRDefault="00773BBD" w:rsidP="00FF5B7F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943"/>
        <w:gridCol w:w="8532"/>
        <w:gridCol w:w="236"/>
        <w:gridCol w:w="887"/>
      </w:tblGrid>
      <w:tr w:rsidR="00773BBD" w:rsidRPr="00FF5B7F">
        <w:tc>
          <w:tcPr>
            <w:tcW w:w="959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5" w:type="dxa"/>
          </w:tcPr>
          <w:tbl>
            <w:tblPr>
              <w:tblW w:w="8306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52"/>
              <w:gridCol w:w="3848"/>
              <w:gridCol w:w="2506"/>
            </w:tblGrid>
            <w:tr w:rsidR="00773BBD" w:rsidRPr="00830D14">
              <w:trPr>
                <w:trHeight w:val="383"/>
              </w:trPr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30D14">
                    <w:rPr>
                      <w:rFonts w:ascii="Times New Roman" w:hAnsi="Times New Roman" w:cs="Times New Roman"/>
                      <w:b/>
                      <w:bCs/>
                    </w:rPr>
                    <w:t>Mark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30D14">
                    <w:rPr>
                      <w:rFonts w:ascii="Times New Roman" w:hAnsi="Times New Roman" w:cs="Times New Roman"/>
                      <w:b/>
                      <w:bCs/>
                    </w:rPr>
                    <w:t>Tally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30D14">
                    <w:rPr>
                      <w:rFonts w:ascii="Times New Roman" w:hAnsi="Times New Roman" w:cs="Times New Roman"/>
                      <w:b/>
                      <w:bCs/>
                    </w:rPr>
                    <w:t>Frequency</w:t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/ 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ind w:firstLine="720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3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  <w:strike/>
                    </w:rPr>
                    <w:t>/ / 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5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  <w:strike/>
                    </w:rPr>
                    <w:t>/ / 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5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/ / 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4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/ 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5B255B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2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73BBD" w:rsidRPr="00830D14" w:rsidTr="00385F4A">
              <w:trPr>
                <w:trHeight w:val="70"/>
              </w:trPr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830D1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3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4D7F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>/</w:t>
                  </w:r>
                </w:p>
              </w:tc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3BBD" w:rsidRPr="00830D14" w:rsidRDefault="00773BBD" w:rsidP="00D90B3F">
                  <w:pPr>
                    <w:rPr>
                      <w:rFonts w:ascii="Times New Roman" w:hAnsi="Times New Roman" w:cs="Times New Roman"/>
                    </w:rPr>
                  </w:pPr>
                  <w:r w:rsidRPr="00830D14">
                    <w:rPr>
                      <w:rFonts w:ascii="Times New Roman" w:hAnsi="Times New Roman" w:cs="Times New Roman"/>
                    </w:rPr>
                    <w:t xml:space="preserve">               1</w:t>
                  </w:r>
                  <w:r w:rsidRPr="00830D14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773BBD" w:rsidRPr="00FF5B7F" w:rsidRDefault="00773BBD" w:rsidP="00385F4A">
            <w:pPr>
              <w:tabs>
                <w:tab w:val="left" w:pos="1159"/>
                <w:tab w:val="right" w:pos="6729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One mark for correct tally as well as frequency.</w:t>
            </w:r>
          </w:p>
        </w:tc>
        <w:tc>
          <w:tcPr>
            <w:tcW w:w="236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3BBD" w:rsidRPr="00D90B3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0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[10]</w:t>
            </w:r>
          </w:p>
        </w:tc>
      </w:tr>
    </w:tbl>
    <w:p w:rsidR="00773BBD" w:rsidRDefault="00773BBD" w:rsidP="00FF5B7F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4"/>
        <w:gridCol w:w="254"/>
        <w:gridCol w:w="880"/>
      </w:tblGrid>
      <w:tr w:rsidR="00773BBD" w:rsidRPr="007401E8">
        <w:tc>
          <w:tcPr>
            <w:tcW w:w="9464" w:type="dxa"/>
          </w:tcPr>
          <w:p w:rsidR="00773BBD" w:rsidRPr="003C7E7B" w:rsidRDefault="00773BBD" w:rsidP="00A5783F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 3</w:t>
            </w:r>
          </w:p>
        </w:tc>
        <w:tc>
          <w:tcPr>
            <w:tcW w:w="254" w:type="dxa"/>
          </w:tcPr>
          <w:p w:rsidR="00773BBD" w:rsidRPr="007401E8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:rsidR="00773BBD" w:rsidRPr="007401E8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773BBD" w:rsidRPr="00385F4A" w:rsidRDefault="00773BBD" w:rsidP="00B10D99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05" w:type="dxa"/>
          </w:tcPr>
          <w:p w:rsidR="00773BBD" w:rsidRPr="00FF5B7F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Pr="00385F4A" w:rsidRDefault="00773BBD" w:rsidP="00B10D99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505" w:type="dxa"/>
          </w:tcPr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20 - 15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Pr="00FF5B7F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73BBD" w:rsidRPr="00385F4A" w:rsidRDefault="00773BBD" w:rsidP="00B10D99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8505" w:type="dxa"/>
          </w:tcPr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+ 15 + 30 + 25 + 10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Pr="00FF5B7F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100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73BBD" w:rsidRPr="00385F4A" w:rsidRDefault="00773BBD" w:rsidP="00B10D99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05" w:type="dxa"/>
          </w:tcPr>
          <w:p w:rsidR="00773BBD" w:rsidRPr="00FF5B7F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122.65pt;margin-top:88.5pt;width:29.65pt;height:23.25pt;z-index:251657728;visibility:visible;mso-position-horizontal-relative:text;mso-position-vertical-relative:text" filled="f" stroked="f">
                  <v:textbox>
                    <w:txbxContent>
                      <w:p w:rsidR="00773BBD" w:rsidRDefault="00773BBD" w:rsidP="00830D14"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US"/>
              </w:rPr>
              <w:pict>
                <v:shape id="_x0000_s1032" type="#_x0000_t202" style="position:absolute;left:0;text-align:left;margin-left:192.4pt;margin-top:54.75pt;width:29.65pt;height:24pt;z-index:251658752;visibility:visible;mso-position-horizontal-relative:text;mso-position-vertical-relative:text" filled="f" stroked="f">
                  <v:textbox>
                    <w:txbxContent>
                      <w:p w:rsidR="00773BBD" w:rsidRDefault="00773BBD" w:rsidP="00830D14"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US"/>
              </w:rPr>
              <w:pict>
                <v:shape id="_x0000_s1033" type="#_x0000_t202" style="position:absolute;left:0;text-align:left;margin-left:267.4pt;margin-top:42.75pt;width:29.65pt;height:23.25pt;z-index:251659776;visibility:visible;mso-position-horizontal-relative:text;mso-position-vertical-relative:text" filled="f" stroked="f">
                  <v:textbox>
                    <w:txbxContent>
                      <w:p w:rsidR="00773BBD" w:rsidRDefault="00773BBD" w:rsidP="00830D14"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US"/>
              </w:rPr>
              <w:pict>
                <v:shape id="_x0000_s1034" type="#_x0000_t202" style="position:absolute;left:0;text-align:left;margin-left:340.9pt;margin-top:102pt;width:29.65pt;height:23.25pt;z-index:251660800;visibility:visible;mso-position-horizontal-relative:text;mso-position-vertical-relative:text" filled="f" stroked="f">
                  <v:textbox>
                    <w:txbxContent>
                      <w:p w:rsidR="00773BBD" w:rsidRDefault="00773BBD" w:rsidP="00830D14"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US"/>
              </w:rPr>
              <w:pict>
                <v:shape id="Text Box 2" o:spid="_x0000_s1035" type="#_x0000_t202" style="position:absolute;left:0;text-align:left;margin-left:57.4pt;margin-top:70.5pt;width:29.65pt;height:23.25pt;z-index:251656704;visibility:visible;mso-position-horizontal-relative:text;mso-position-vertical-relative:text" filled="f" stroked="f">
                  <v:textbox>
                    <w:txbxContent>
                      <w:p w:rsidR="00773BBD" w:rsidRDefault="00773BBD"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9671B4">
              <w:rPr>
                <w:noProof/>
                <w:lang w:val="en-US"/>
              </w:rPr>
              <w:object w:dxaOrig="8007" w:dyaOrig="4330">
                <v:shape id="Object 2" o:spid="_x0000_i1027" type="#_x0000_t75" style="width:400.5pt;height:216.75pt;visibility:visible" o:ole="">
                  <v:imagedata r:id="rId13" o:title=""/>
                  <o:lock v:ext="edit" aspectratio="f"/>
                </v:shape>
                <o:OLEObject Type="Embed" ProgID="Excel.Chart.8" ShapeID="Object 2" DrawAspect="Content" ObjectID="_1410678771" r:id="rId14"/>
              </w:object>
            </w:r>
          </w:p>
        </w:tc>
        <w:tc>
          <w:tcPr>
            <w:tcW w:w="236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3BBD" w:rsidRPr="00830D14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[10]</w:t>
            </w:r>
          </w:p>
        </w:tc>
      </w:tr>
    </w:tbl>
    <w:p w:rsidR="00773BBD" w:rsidRPr="00385F4A" w:rsidRDefault="00773BBD" w:rsidP="007401E8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4"/>
        <w:gridCol w:w="254"/>
        <w:gridCol w:w="880"/>
      </w:tblGrid>
      <w:tr w:rsidR="00773BBD" w:rsidRPr="007401E8">
        <w:tc>
          <w:tcPr>
            <w:tcW w:w="9464" w:type="dxa"/>
          </w:tcPr>
          <w:p w:rsidR="00773BBD" w:rsidRPr="003C7E7B" w:rsidRDefault="00773BBD" w:rsidP="005B255B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 4</w:t>
            </w:r>
          </w:p>
        </w:tc>
        <w:tc>
          <w:tcPr>
            <w:tcW w:w="254" w:type="dxa"/>
          </w:tcPr>
          <w:p w:rsidR="00773BBD" w:rsidRPr="007401E8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:rsidR="00773BBD" w:rsidRPr="007401E8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773BBD" w:rsidRPr="00385F4A" w:rsidRDefault="00773BBD" w:rsidP="001402A3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05" w:type="dxa"/>
          </w:tcPr>
          <w:p w:rsidR="00773BBD" w:rsidRPr="00FF5B7F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Nature Preserve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Pr="00385F4A" w:rsidRDefault="00773BBD" w:rsidP="001402A3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8505" w:type="dxa"/>
          </w:tcPr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69A">
              <w:rPr>
                <w:rFonts w:ascii="Times New Roman" w:hAnsi="Times New Roman" w:cs="Times New Roman"/>
                <w:position w:val="-24"/>
                <w:lang w:val="en-US"/>
              </w:rPr>
              <w:object w:dxaOrig="440" w:dyaOrig="620">
                <v:shape id="_x0000_i1028" type="#_x0000_t75" style="width:21pt;height:30.75pt" o:ole="">
                  <v:imagedata r:id="rId15" o:title=""/>
                </v:shape>
                <o:OLEObject Type="Embed" ProgID="Equation.3" ShapeID="_x0000_i1028" DrawAspect="Content" ObjectID="_1410678772" r:id="rId1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× 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Pr="00FF5B7F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15 learners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73BBD" w:rsidRPr="00385F4A" w:rsidRDefault="00773BBD" w:rsidP="001402A3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8505" w:type="dxa"/>
          </w:tcPr>
          <w:p w:rsidR="00773BBD" w:rsidRDefault="00773BBD" w:rsidP="001402A3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69A">
              <w:rPr>
                <w:rFonts w:ascii="Times New Roman" w:hAnsi="Times New Roman" w:cs="Times New Roman"/>
                <w:position w:val="-24"/>
                <w:lang w:val="en-US"/>
              </w:rPr>
              <w:object w:dxaOrig="440" w:dyaOrig="620">
                <v:shape id="_x0000_i1029" type="#_x0000_t75" style="width:21pt;height:30.75pt" o:ole="">
                  <v:imagedata r:id="rId17" o:title=""/>
                </v:shape>
                <o:OLEObject Type="Embed" ProgID="Equation.3" ShapeID="_x0000_i1029" DrawAspect="Content" ObjectID="_1410678773" r:id="rId1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× 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Pr="00FF5B7F" w:rsidRDefault="00773BBD" w:rsidP="001402A3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3 learners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73BBD" w:rsidRDefault="00773BBD" w:rsidP="007401E8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3BBD" w:rsidSect="00245D0A">
          <w:footerReference w:type="default" r:id="rId19"/>
          <w:headerReference w:type="first" r:id="rId20"/>
          <w:footerReference w:type="first" r:id="rId21"/>
          <w:pgSz w:w="11907" w:h="16840" w:code="9"/>
          <w:pgMar w:top="543" w:right="1276" w:bottom="719" w:left="720" w:header="709" w:footer="621" w:gutter="0"/>
          <w:cols w:space="720"/>
          <w:titlePg/>
          <w:docGrid w:linePitch="272"/>
        </w:sectPr>
      </w:pPr>
    </w:p>
    <w:p w:rsidR="00773BBD" w:rsidRDefault="00773BBD" w:rsidP="007401E8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6" w:type="dxa"/>
        <w:tblLook w:val="01E0"/>
      </w:tblPr>
      <w:tblGrid>
        <w:gridCol w:w="950"/>
        <w:gridCol w:w="8519"/>
        <w:gridCol w:w="236"/>
        <w:gridCol w:w="893"/>
      </w:tblGrid>
      <w:tr w:rsidR="00773BBD" w:rsidRPr="00FF5B7F">
        <w:tc>
          <w:tcPr>
            <w:tcW w:w="950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8519" w:type="dxa"/>
          </w:tcPr>
          <w:p w:rsidR="00773BBD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4A">
              <w:rPr>
                <w:rFonts w:ascii="Times New Roman" w:hAnsi="Times New Roman" w:cs="Times New Roman"/>
                <w:sz w:val="24"/>
                <w:szCs w:val="24"/>
              </w:rPr>
              <w:t>Absenteeism at Phaphama Primary</w:t>
            </w:r>
          </w:p>
          <w:p w:rsidR="00773BBD" w:rsidRPr="00385F4A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A5783F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pict>
                <v:shape id="_x0000_s1036" type="#_x0000_t202" style="position:absolute;left:0;text-align:left;margin-left:218pt;margin-top:85.65pt;width:27pt;height:18pt;z-index:251661824" filled="f" stroked="f">
                  <v:textbox>
                    <w:txbxContent>
                      <w:p w:rsidR="00773BBD" w:rsidRDefault="00773BBD" w:rsidP="00D560E6">
                        <w:r>
                          <w:sym w:font="Wingdings" w:char="F0FC"/>
                        </w:r>
                      </w:p>
                    </w:txbxContent>
                  </v:textbox>
                  <w10:wrap side="left"/>
                </v:shape>
              </w:pict>
            </w:r>
            <w:r>
              <w:rPr>
                <w:noProof/>
                <w:lang w:val="en-US"/>
              </w:rPr>
              <w:pict>
                <v:shape id="_x0000_s1037" type="#_x0000_t202" style="position:absolute;left:0;text-align:left;margin-left:218pt;margin-top:141.9pt;width:27pt;height:18pt;z-index:251664896" filled="f" stroked="f">
                  <v:textbox>
                    <w:txbxContent>
                      <w:p w:rsidR="00773BBD" w:rsidRDefault="00773BBD" w:rsidP="00D560E6">
                        <w:r>
                          <w:sym w:font="Wingdings" w:char="F0FC"/>
                        </w:r>
                      </w:p>
                    </w:txbxContent>
                  </v:textbox>
                  <w10:wrap side="left"/>
                </v:shape>
              </w:pict>
            </w:r>
            <w:r>
              <w:rPr>
                <w:noProof/>
                <w:lang w:val="en-US"/>
              </w:rPr>
              <w:pict>
                <v:shape id="_x0000_s1038" type="#_x0000_t202" style="position:absolute;left:0;text-align:left;margin-left:200pt;margin-top:156.15pt;width:27pt;height:18pt;z-index:251663872" filled="f" stroked="f">
                  <v:textbox>
                    <w:txbxContent>
                      <w:p w:rsidR="00773BBD" w:rsidRDefault="00773BBD" w:rsidP="00D560E6">
                        <w:r>
                          <w:sym w:font="Wingdings" w:char="F0FC"/>
                        </w:r>
                      </w:p>
                    </w:txbxContent>
                  </v:textbox>
                  <w10:wrap side="left"/>
                </v:shape>
              </w:pict>
            </w:r>
            <w:r>
              <w:rPr>
                <w:noProof/>
                <w:lang w:val="en-US"/>
              </w:rPr>
              <w:pict>
                <v:shape id="_x0000_s1039" type="#_x0000_t202" style="position:absolute;left:0;text-align:left;margin-left:173pt;margin-top:165.9pt;width:27pt;height:18pt;z-index:251662848" filled="f" stroked="f">
                  <v:textbox>
                    <w:txbxContent>
                      <w:p w:rsidR="00773BBD" w:rsidRDefault="00773BBD" w:rsidP="00D560E6">
                        <w:r>
                          <w:sym w:font="Wingdings" w:char="F0FC"/>
                        </w:r>
                      </w:p>
                    </w:txbxContent>
                  </v:textbox>
                  <w10:wrap side="left"/>
                </v:shape>
              </w:pict>
            </w:r>
            <w:r>
              <w:rPr>
                <w:noProof/>
                <w:lang w:val="en-US"/>
              </w:rPr>
              <w:pict>
                <v:shape id="_x0000_s1040" type="#_x0000_t202" style="position:absolute;left:0;text-align:left;margin-left:146pt;margin-top:98.4pt;width:27pt;height:18pt;z-index:251651584" filled="f" stroked="f">
                  <v:textbox>
                    <w:txbxContent>
                      <w:p w:rsidR="00773BBD" w:rsidRDefault="00773BBD">
                        <w:r>
                          <w:sym w:font="Wingdings" w:char="F0FC"/>
                        </w:r>
                      </w:p>
                    </w:txbxContent>
                  </v:textbox>
                  <w10:wrap side="left"/>
                </v:shape>
              </w:pict>
            </w:r>
            <w:r w:rsidRPr="009671B4">
              <w:rPr>
                <w:noProof/>
                <w:lang w:val="en-US"/>
              </w:rPr>
              <w:object w:dxaOrig="7210" w:dyaOrig="4330">
                <v:shape id="Object 5" o:spid="_x0000_i1030" type="#_x0000_t75" style="width:360.75pt;height:216.75pt;visibility:visible" o:ole="">
                  <v:imagedata r:id="rId22" o:title=""/>
                  <o:lock v:ext="edit" aspectratio="f"/>
                </v:shape>
                <o:OLEObject Type="Embed" ProgID="Excel.Chart.8" ShapeID="Object 5" DrawAspect="Content" ObjectID="_1410678774" r:id="rId23"/>
              </w:object>
            </w:r>
          </w:p>
        </w:tc>
        <w:tc>
          <w:tcPr>
            <w:tcW w:w="236" w:type="dxa"/>
          </w:tcPr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3BBD" w:rsidRPr="00FF5B7F" w:rsidRDefault="00773BBD" w:rsidP="00A5783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[10]</w:t>
            </w:r>
          </w:p>
        </w:tc>
      </w:tr>
    </w:tbl>
    <w:p w:rsidR="00773BBD" w:rsidRDefault="00773BBD" w:rsidP="00385F4A">
      <w:pPr>
        <w:tabs>
          <w:tab w:val="left" w:pos="115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4"/>
        <w:gridCol w:w="254"/>
        <w:gridCol w:w="880"/>
      </w:tblGrid>
      <w:tr w:rsidR="00773BBD" w:rsidRPr="007401E8" w:rsidTr="004472BD">
        <w:tc>
          <w:tcPr>
            <w:tcW w:w="9464" w:type="dxa"/>
          </w:tcPr>
          <w:p w:rsidR="00773BBD" w:rsidRPr="003C7E7B" w:rsidRDefault="00773BBD" w:rsidP="004472BD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 5</w:t>
            </w:r>
          </w:p>
        </w:tc>
        <w:tc>
          <w:tcPr>
            <w:tcW w:w="254" w:type="dxa"/>
          </w:tcPr>
          <w:p w:rsidR="00773BBD" w:rsidRPr="007401E8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:rsidR="00773BBD" w:rsidRPr="007401E8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773BBD" w:rsidRPr="00385F4A" w:rsidRDefault="00773BBD" w:rsidP="00385F4A">
      <w:pPr>
        <w:tabs>
          <w:tab w:val="left" w:pos="115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 w:rsidTr="004472BD">
        <w:tc>
          <w:tcPr>
            <w:tcW w:w="959" w:type="dxa"/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505" w:type="dxa"/>
          </w:tcPr>
          <w:p w:rsidR="00773BBD" w:rsidRPr="00FF5B7F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Pr="00385F4A" w:rsidRDefault="00773BBD" w:rsidP="00385F4A">
      <w:pPr>
        <w:tabs>
          <w:tab w:val="left" w:pos="115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 w:rsidTr="004472BD">
        <w:tc>
          <w:tcPr>
            <w:tcW w:w="959" w:type="dxa"/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505" w:type="dxa"/>
          </w:tcPr>
          <w:p w:rsidR="00773BBD" w:rsidRPr="00FF5B7F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 km/h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Pr="00385F4A" w:rsidRDefault="00773BBD" w:rsidP="00385F4A">
      <w:pPr>
        <w:tabs>
          <w:tab w:val="left" w:pos="115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2715"/>
        <w:gridCol w:w="5790"/>
        <w:gridCol w:w="236"/>
        <w:gridCol w:w="898"/>
      </w:tblGrid>
      <w:tr w:rsidR="00773BBD" w:rsidRPr="00FF5B7F" w:rsidTr="004472BD">
        <w:tc>
          <w:tcPr>
            <w:tcW w:w="959" w:type="dxa"/>
            <w:tcBorders>
              <w:right w:val="single" w:sz="4" w:space="0" w:color="auto"/>
            </w:tcBorders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BD" w:rsidRPr="00926718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Stem</w:t>
            </w: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73BBD" w:rsidRPr="00FF5B7F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BD" w:rsidRPr="00926718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Leaf</w:t>
            </w: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2 4 5 5 5 5 5 5 6 7 8 9</w:t>
            </w: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0 1 2 3 3</w:t>
            </w:r>
          </w:p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3BBD" w:rsidRPr="00FF5B7F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Pr="00385F4A" w:rsidRDefault="00773BBD" w:rsidP="00385F4A">
      <w:pPr>
        <w:tabs>
          <w:tab w:val="left" w:pos="115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 w:rsidTr="004472BD">
        <w:tc>
          <w:tcPr>
            <w:tcW w:w="959" w:type="dxa"/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505" w:type="dxa"/>
          </w:tcPr>
          <w:p w:rsidR="00773BBD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69A">
              <w:rPr>
                <w:rFonts w:ascii="Times New Roman" w:hAnsi="Times New Roman" w:cs="Times New Roman"/>
                <w:position w:val="-24"/>
                <w:lang w:val="en-US"/>
              </w:rPr>
              <w:object w:dxaOrig="560" w:dyaOrig="620">
                <v:shape id="_x0000_i1031" type="#_x0000_t75" style="width:27.75pt;height:30.75pt" o:ole="">
                  <v:imagedata r:id="rId24" o:title=""/>
                </v:shape>
                <o:OLEObject Type="Embed" ProgID="Equation.3" ShapeID="_x0000_i1031" DrawAspect="Content" ObjectID="_1410678775" r:id="rId2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Pr="00FF5B7F" w:rsidRDefault="00773BBD" w:rsidP="004472B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59,1 km/h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4472B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73BBD" w:rsidRPr="00385F4A" w:rsidRDefault="00773BBD" w:rsidP="00385F4A">
      <w:pPr>
        <w:tabs>
          <w:tab w:val="left" w:pos="115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 w:rsidTr="00AF6EDD">
        <w:tc>
          <w:tcPr>
            <w:tcW w:w="959" w:type="dxa"/>
          </w:tcPr>
          <w:p w:rsidR="00773BBD" w:rsidRPr="00FF5B7F" w:rsidRDefault="00773BBD" w:rsidP="00AF6ED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505" w:type="dxa"/>
          </w:tcPr>
          <w:p w:rsidR="00773BBD" w:rsidRPr="00FF5B7F" w:rsidRDefault="00773BBD" w:rsidP="00AF6ED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km/h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AF6ED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Pr="00FF5B7F" w:rsidRDefault="00773BBD" w:rsidP="00AF6ED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:rsidR="00773BBD" w:rsidRPr="00385F4A" w:rsidRDefault="00773BBD" w:rsidP="00385F4A">
      <w:pPr>
        <w:tabs>
          <w:tab w:val="left" w:pos="115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 w:rsidTr="00AF6EDD">
        <w:tc>
          <w:tcPr>
            <w:tcW w:w="959" w:type="dxa"/>
          </w:tcPr>
          <w:p w:rsidR="00773BBD" w:rsidRPr="00FF5B7F" w:rsidRDefault="00773BBD" w:rsidP="00AF6ED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8505" w:type="dxa"/>
          </w:tcPr>
          <w:p w:rsidR="00773BBD" w:rsidRDefault="00773BBD" w:rsidP="00AF6ED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69A">
              <w:rPr>
                <w:rFonts w:ascii="Times New Roman" w:hAnsi="Times New Roman" w:cs="Times New Roman"/>
                <w:position w:val="-24"/>
                <w:lang w:val="en-US"/>
              </w:rPr>
              <w:object w:dxaOrig="820" w:dyaOrig="620">
                <v:shape id="_x0000_i1032" type="#_x0000_t75" style="width:41.25pt;height:30.75pt" o:ole="">
                  <v:imagedata r:id="rId26" o:title=""/>
                </v:shape>
                <o:OLEObject Type="Embed" ProgID="Equation.3" ShapeID="_x0000_i1032" DrawAspect="Content" ObjectID="_1410678776" r:id="rId2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Pr="00FF5B7F" w:rsidRDefault="00773BBD" w:rsidP="00AF6EDD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56,5 km/h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AF6ED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AF6ED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AF6ED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Pr="00FF5B7F" w:rsidRDefault="00773BBD" w:rsidP="00AF6EDD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73BBD" w:rsidRPr="00385F4A" w:rsidRDefault="00773BBD" w:rsidP="002E514A">
      <w:pPr>
        <w:tabs>
          <w:tab w:val="left" w:pos="115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36"/>
        <w:gridCol w:w="898"/>
      </w:tblGrid>
      <w:tr w:rsidR="00773BBD" w:rsidRPr="00FF5B7F">
        <w:tc>
          <w:tcPr>
            <w:tcW w:w="959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8505" w:type="dxa"/>
          </w:tcPr>
          <w:p w:rsidR="00773BBD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81 - 48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  <w:p w:rsidR="00773BBD" w:rsidRPr="00FF5B7F" w:rsidRDefault="00773BBD" w:rsidP="005B255B">
            <w:pPr>
              <w:tabs>
                <w:tab w:val="left" w:pos="1159"/>
                <w:tab w:val="right" w:pos="67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236" w:type="dxa"/>
          </w:tcPr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BBD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F5B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3BBD" w:rsidRPr="00FF5B7F" w:rsidRDefault="00773BBD" w:rsidP="005B255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[10]</w:t>
            </w:r>
          </w:p>
        </w:tc>
      </w:tr>
    </w:tbl>
    <w:p w:rsidR="00773BBD" w:rsidRPr="00385F4A" w:rsidRDefault="00773BBD" w:rsidP="007401E8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598" w:type="dxa"/>
        <w:tblInd w:w="-106" w:type="dxa"/>
        <w:tblLook w:val="01E0"/>
      </w:tblPr>
      <w:tblGrid>
        <w:gridCol w:w="955"/>
        <w:gridCol w:w="8466"/>
        <w:gridCol w:w="296"/>
        <w:gridCol w:w="881"/>
      </w:tblGrid>
      <w:tr w:rsidR="00773BBD" w:rsidRPr="00B928C5">
        <w:tc>
          <w:tcPr>
            <w:tcW w:w="959" w:type="dxa"/>
          </w:tcPr>
          <w:p w:rsidR="00773BBD" w:rsidRPr="00B928C5" w:rsidRDefault="00773BBD" w:rsidP="00B928C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73BBD" w:rsidRPr="00B928C5" w:rsidRDefault="00773BBD" w:rsidP="00B928C5">
            <w:pPr>
              <w:tabs>
                <w:tab w:val="left" w:pos="1159"/>
                <w:tab w:val="right" w:pos="8289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51" w:type="dxa"/>
          </w:tcPr>
          <w:p w:rsidR="00773BBD" w:rsidRPr="00B928C5" w:rsidRDefault="00773BBD" w:rsidP="00B928C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83" w:type="dxa"/>
          </w:tcPr>
          <w:p w:rsidR="00773BBD" w:rsidRPr="00B928C5" w:rsidRDefault="00773BBD" w:rsidP="00B928C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8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</w:tbl>
    <w:p w:rsidR="00773BBD" w:rsidRDefault="00773BBD" w:rsidP="007401E8">
      <w:pPr>
        <w:tabs>
          <w:tab w:val="left" w:pos="11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73BBD" w:rsidSect="00245D0A">
      <w:footerReference w:type="first" r:id="rId28"/>
      <w:pgSz w:w="11907" w:h="16840" w:code="9"/>
      <w:pgMar w:top="543" w:right="1276" w:bottom="719" w:left="720" w:header="709" w:footer="62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BBD" w:rsidRDefault="00773BBD" w:rsidP="0071013D">
      <w:pPr>
        <w:spacing w:after="0" w:line="240" w:lineRule="auto"/>
      </w:pPr>
      <w:r>
        <w:separator/>
      </w:r>
    </w:p>
  </w:endnote>
  <w:endnote w:type="continuationSeparator" w:id="0">
    <w:p w:rsidR="00773BBD" w:rsidRDefault="00773BBD" w:rsidP="0071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BD" w:rsidRDefault="00773BBD">
    <w:pPr>
      <w:pStyle w:val="Footer"/>
      <w:rPr>
        <w:rFonts w:cs="Times New Roman"/>
      </w:rPr>
    </w:pPr>
    <w:r w:rsidRPr="00B34E1F">
      <w:rPr>
        <w:sz w:val="20"/>
        <w:szCs w:val="20"/>
      </w:rPr>
      <w:t xml:space="preserve">Copyright reserved                                                                </w:t>
    </w:r>
    <w:r>
      <w:rPr>
        <w:sz w:val="20"/>
        <w:szCs w:val="20"/>
      </w:rPr>
      <w:t xml:space="preserve">                                    </w:t>
    </w:r>
    <w:r w:rsidRPr="00B34E1F">
      <w:rPr>
        <w:sz w:val="20"/>
        <w:szCs w:val="20"/>
      </w:rPr>
      <w:t xml:space="preserve">                     Please turn over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BD" w:rsidRPr="0001708A" w:rsidRDefault="00773BBD" w:rsidP="0001708A">
    <w:pPr>
      <w:pStyle w:val="Footer"/>
      <w:rPr>
        <w:rFonts w:cs="Times New Roman"/>
      </w:rPr>
    </w:pPr>
    <w:r w:rsidRPr="00B34E1F">
      <w:rPr>
        <w:sz w:val="20"/>
        <w:szCs w:val="20"/>
      </w:rPr>
      <w:t xml:space="preserve">Copyright reserved                                                                                   </w:t>
    </w:r>
    <w:r>
      <w:rPr>
        <w:sz w:val="20"/>
        <w:szCs w:val="20"/>
      </w:rPr>
      <w:t xml:space="preserve">                                  </w:t>
    </w:r>
    <w:r w:rsidRPr="00B34E1F">
      <w:rPr>
        <w:sz w:val="20"/>
        <w:szCs w:val="20"/>
      </w:rPr>
      <w:t xml:space="preserve">  Please turn over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BD" w:rsidRDefault="00773BBD">
    <w:pPr>
      <w:pStyle w:val="Footer"/>
      <w:rPr>
        <w:rFonts w:cs="Times New Roman"/>
      </w:rPr>
    </w:pPr>
    <w:r w:rsidRPr="00B34E1F">
      <w:rPr>
        <w:sz w:val="20"/>
        <w:szCs w:val="20"/>
      </w:rPr>
      <w:t xml:space="preserve">Copyright reserved                                                                </w:t>
    </w:r>
    <w:r>
      <w:rPr>
        <w:sz w:val="20"/>
        <w:szCs w:val="20"/>
      </w:rPr>
      <w:t xml:space="preserve">                                    </w:t>
    </w:r>
    <w:r w:rsidRPr="00B34E1F">
      <w:rPr>
        <w:sz w:val="20"/>
        <w:szCs w:val="20"/>
      </w:rPr>
      <w:t xml:space="preserve">                     Please turn over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BD" w:rsidRPr="00EF7EAD" w:rsidRDefault="00773BBD" w:rsidP="00EF7EAD">
    <w:pPr>
      <w:pStyle w:val="Footer"/>
      <w:rPr>
        <w:rFonts w:cs="Times New Roman"/>
      </w:rPr>
    </w:pPr>
    <w:r w:rsidRPr="00B34E1F">
      <w:rPr>
        <w:sz w:val="20"/>
        <w:szCs w:val="20"/>
      </w:rPr>
      <w:t xml:space="preserve">Copyright reserved                                                                              </w:t>
    </w:r>
    <w:r>
      <w:rPr>
        <w:sz w:val="20"/>
        <w:szCs w:val="20"/>
      </w:rPr>
      <w:t xml:space="preserve">                                     </w:t>
    </w:r>
    <w:r w:rsidRPr="00B34E1F">
      <w:rPr>
        <w:sz w:val="20"/>
        <w:szCs w:val="20"/>
      </w:rPr>
      <w:t xml:space="preserve">      Please turn over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BD" w:rsidRPr="00EF7EAD" w:rsidRDefault="00773BBD" w:rsidP="00EF7EAD">
    <w:pPr>
      <w:pStyle w:val="Footer"/>
      <w:rPr>
        <w:rFonts w:cs="Times New Roman"/>
      </w:rPr>
    </w:pPr>
    <w:r w:rsidRPr="00B34E1F">
      <w:rPr>
        <w:sz w:val="20"/>
        <w:szCs w:val="20"/>
      </w:rPr>
      <w:t xml:space="preserve">Copyright reserved                                                                              </w:t>
    </w:r>
    <w:r>
      <w:rPr>
        <w:sz w:val="20"/>
        <w:szCs w:val="20"/>
      </w:rPr>
      <w:t xml:space="preserve">                                     </w:t>
    </w:r>
    <w:r w:rsidRPr="00B34E1F">
      <w:rPr>
        <w:sz w:val="20"/>
        <w:szCs w:val="20"/>
      </w:rPr>
      <w:t xml:space="preserve">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BBD" w:rsidRDefault="00773BBD" w:rsidP="0071013D">
      <w:pPr>
        <w:spacing w:after="0" w:line="240" w:lineRule="auto"/>
      </w:pPr>
      <w:r>
        <w:separator/>
      </w:r>
    </w:p>
  </w:footnote>
  <w:footnote w:type="continuationSeparator" w:id="0">
    <w:p w:rsidR="00773BBD" w:rsidRDefault="00773BBD" w:rsidP="00710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BD" w:rsidRPr="00B34E1F" w:rsidRDefault="00773BBD" w:rsidP="00385F4A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MLMS</w:t>
    </w:r>
    <w:r w:rsidRPr="00B34E1F">
      <w:rPr>
        <w:rFonts w:ascii="Arial" w:hAnsi="Arial" w:cs="Arial"/>
        <w:sz w:val="20"/>
        <w:szCs w:val="20"/>
      </w:rPr>
      <w:t xml:space="preserve">4                 </w:t>
    </w:r>
    <w:r>
      <w:rPr>
        <w:rFonts w:ascii="Arial" w:hAnsi="Arial" w:cs="Arial"/>
        <w:sz w:val="20"/>
        <w:szCs w:val="20"/>
      </w:rPr>
      <w:t xml:space="preserve">                                                    </w:t>
    </w:r>
    <w:r w:rsidRPr="00B34E1F">
      <w:rPr>
        <w:rFonts w:ascii="Arial" w:hAnsi="Arial" w:cs="Arial"/>
        <w:sz w:val="20"/>
        <w:szCs w:val="20"/>
      </w:rPr>
      <w:t xml:space="preserve"> </w:t>
    </w:r>
    <w:r w:rsidRPr="0001708A">
      <w:rPr>
        <w:rStyle w:val="PageNumber"/>
        <w:rFonts w:ascii="Arial" w:hAnsi="Arial" w:cs="Arial"/>
        <w:sz w:val="20"/>
        <w:szCs w:val="20"/>
      </w:rPr>
      <w:fldChar w:fldCharType="begin"/>
    </w:r>
    <w:r w:rsidRPr="0001708A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01708A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3</w:t>
    </w:r>
    <w:r w:rsidRPr="0001708A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 xml:space="preserve">                                                </w:t>
    </w:r>
    <w:r>
      <w:rPr>
        <w:rFonts w:ascii="Arial" w:hAnsi="Arial" w:cs="Arial"/>
        <w:sz w:val="20"/>
        <w:szCs w:val="20"/>
      </w:rPr>
      <w:t>SBA-Tool: Assignment 2012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BD" w:rsidRPr="00EF7EAD" w:rsidRDefault="00773BBD" w:rsidP="00385F4A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MLMS</w:t>
    </w:r>
    <w:r w:rsidRPr="00B34E1F">
      <w:rPr>
        <w:rFonts w:ascii="Arial" w:hAnsi="Arial" w:cs="Arial"/>
        <w:sz w:val="20"/>
        <w:szCs w:val="20"/>
      </w:rPr>
      <w:t xml:space="preserve">4              </w:t>
    </w:r>
    <w:r>
      <w:rPr>
        <w:rFonts w:ascii="Arial" w:hAnsi="Arial" w:cs="Arial"/>
        <w:sz w:val="20"/>
        <w:szCs w:val="20"/>
      </w:rPr>
      <w:t xml:space="preserve">                                             </w:t>
    </w:r>
    <w:r w:rsidRPr="00B34E1F">
      <w:rPr>
        <w:rFonts w:ascii="Arial" w:hAnsi="Arial" w:cs="Arial"/>
        <w:sz w:val="20"/>
        <w:szCs w:val="20"/>
      </w:rPr>
      <w:t xml:space="preserve">    </w:t>
    </w:r>
    <w:r w:rsidRPr="0001708A">
      <w:rPr>
        <w:rStyle w:val="PageNumber"/>
        <w:rFonts w:ascii="Arial" w:hAnsi="Arial" w:cs="Arial"/>
        <w:sz w:val="20"/>
        <w:szCs w:val="20"/>
      </w:rPr>
      <w:fldChar w:fldCharType="begin"/>
    </w:r>
    <w:r w:rsidRPr="0001708A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01708A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4</w:t>
    </w:r>
    <w:r w:rsidRPr="0001708A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 xml:space="preserve">                                                     </w:t>
    </w:r>
    <w:r>
      <w:rPr>
        <w:rFonts w:ascii="Arial" w:hAnsi="Arial" w:cs="Arial"/>
        <w:sz w:val="20"/>
        <w:szCs w:val="20"/>
      </w:rPr>
      <w:t>SBA-Tool: Assignment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205666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</w:abstractNum>
  <w:abstractNum w:abstractNumId="1">
    <w:nsid w:val="FFFFFF7D"/>
    <w:multiLevelType w:val="singleLevel"/>
    <w:tmpl w:val="C5CCB5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AD693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CBA2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6B410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9FC3E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456A1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1DA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A004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2FA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A370942"/>
    <w:multiLevelType w:val="hybridMultilevel"/>
    <w:tmpl w:val="7DD01E20"/>
    <w:lvl w:ilvl="0" w:tplc="1C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cs="Wingdings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149850B9"/>
    <w:multiLevelType w:val="hybridMultilevel"/>
    <w:tmpl w:val="685E5322"/>
    <w:lvl w:ilvl="0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16F607E9"/>
    <w:multiLevelType w:val="hybridMultilevel"/>
    <w:tmpl w:val="2B6E8AF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285A4222"/>
    <w:multiLevelType w:val="hybridMultilevel"/>
    <w:tmpl w:val="A0EC24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5D84D17"/>
    <w:multiLevelType w:val="hybridMultilevel"/>
    <w:tmpl w:val="A98287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57313FD"/>
    <w:multiLevelType w:val="hybridMultilevel"/>
    <w:tmpl w:val="1B54BFA0"/>
    <w:lvl w:ilvl="0" w:tplc="040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6">
    <w:nsid w:val="68A37A26"/>
    <w:multiLevelType w:val="hybridMultilevel"/>
    <w:tmpl w:val="B36A8A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8AB2A2A"/>
    <w:multiLevelType w:val="hybridMultilevel"/>
    <w:tmpl w:val="871223C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6AD1283"/>
    <w:multiLevelType w:val="hybridMultilevel"/>
    <w:tmpl w:val="B4269A3A"/>
    <w:lvl w:ilvl="0" w:tplc="1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7A3E006A"/>
    <w:multiLevelType w:val="hybridMultilevel"/>
    <w:tmpl w:val="64E40810"/>
    <w:lvl w:ilvl="0" w:tplc="5B94BBA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B194D2E"/>
    <w:multiLevelType w:val="hybridMultilevel"/>
    <w:tmpl w:val="2C6A4A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B511AD9"/>
    <w:multiLevelType w:val="hybridMultilevel"/>
    <w:tmpl w:val="37CE51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10"/>
  </w:num>
  <w:num w:numId="5">
    <w:abstractNumId w:val="18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7"/>
  </w:num>
  <w:num w:numId="18">
    <w:abstractNumId w:val="15"/>
  </w:num>
  <w:num w:numId="19">
    <w:abstractNumId w:val="20"/>
  </w:num>
  <w:num w:numId="20">
    <w:abstractNumId w:val="21"/>
  </w:num>
  <w:num w:numId="21">
    <w:abstractNumId w:val="13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4F"/>
    <w:rsid w:val="00015A64"/>
    <w:rsid w:val="0001708A"/>
    <w:rsid w:val="000227C7"/>
    <w:rsid w:val="00046C32"/>
    <w:rsid w:val="00052458"/>
    <w:rsid w:val="0005523F"/>
    <w:rsid w:val="00093969"/>
    <w:rsid w:val="000F7909"/>
    <w:rsid w:val="001072EB"/>
    <w:rsid w:val="00111F12"/>
    <w:rsid w:val="00116E5F"/>
    <w:rsid w:val="001232D5"/>
    <w:rsid w:val="00135909"/>
    <w:rsid w:val="001402A3"/>
    <w:rsid w:val="001413B6"/>
    <w:rsid w:val="00163372"/>
    <w:rsid w:val="001857B3"/>
    <w:rsid w:val="00190AC4"/>
    <w:rsid w:val="001C45B4"/>
    <w:rsid w:val="001D463F"/>
    <w:rsid w:val="00210E2E"/>
    <w:rsid w:val="00214EE4"/>
    <w:rsid w:val="00217977"/>
    <w:rsid w:val="0022177C"/>
    <w:rsid w:val="002379E8"/>
    <w:rsid w:val="002405E8"/>
    <w:rsid w:val="00245D0A"/>
    <w:rsid w:val="00252AA8"/>
    <w:rsid w:val="00256474"/>
    <w:rsid w:val="00285C46"/>
    <w:rsid w:val="00290E42"/>
    <w:rsid w:val="002931E9"/>
    <w:rsid w:val="00296A6C"/>
    <w:rsid w:val="00297FBB"/>
    <w:rsid w:val="002C6E86"/>
    <w:rsid w:val="002C706F"/>
    <w:rsid w:val="002D0BB5"/>
    <w:rsid w:val="002D5D9F"/>
    <w:rsid w:val="002D6A66"/>
    <w:rsid w:val="002E2805"/>
    <w:rsid w:val="002E3A99"/>
    <w:rsid w:val="002E3C40"/>
    <w:rsid w:val="002E514A"/>
    <w:rsid w:val="002F29D6"/>
    <w:rsid w:val="002F3735"/>
    <w:rsid w:val="002F7ED1"/>
    <w:rsid w:val="00305D80"/>
    <w:rsid w:val="00313A72"/>
    <w:rsid w:val="003231E6"/>
    <w:rsid w:val="00331561"/>
    <w:rsid w:val="0033226F"/>
    <w:rsid w:val="0033642E"/>
    <w:rsid w:val="00337FD1"/>
    <w:rsid w:val="003471B3"/>
    <w:rsid w:val="003620CA"/>
    <w:rsid w:val="00364FE7"/>
    <w:rsid w:val="00371BCB"/>
    <w:rsid w:val="00373A83"/>
    <w:rsid w:val="00377EC4"/>
    <w:rsid w:val="00385F4A"/>
    <w:rsid w:val="0039610E"/>
    <w:rsid w:val="003C7E7B"/>
    <w:rsid w:val="003D7E0A"/>
    <w:rsid w:val="003F28EF"/>
    <w:rsid w:val="0041472B"/>
    <w:rsid w:val="00417270"/>
    <w:rsid w:val="0043054F"/>
    <w:rsid w:val="00441027"/>
    <w:rsid w:val="004472BD"/>
    <w:rsid w:val="00447319"/>
    <w:rsid w:val="0045053A"/>
    <w:rsid w:val="004536FF"/>
    <w:rsid w:val="00460CA1"/>
    <w:rsid w:val="00473959"/>
    <w:rsid w:val="0047769B"/>
    <w:rsid w:val="00480AC6"/>
    <w:rsid w:val="004A6C64"/>
    <w:rsid w:val="004C66DE"/>
    <w:rsid w:val="004D1FEB"/>
    <w:rsid w:val="004D5DB6"/>
    <w:rsid w:val="004D7F1D"/>
    <w:rsid w:val="004D7F96"/>
    <w:rsid w:val="0050136A"/>
    <w:rsid w:val="00520BE7"/>
    <w:rsid w:val="00524E43"/>
    <w:rsid w:val="005453A7"/>
    <w:rsid w:val="005661F2"/>
    <w:rsid w:val="0057052E"/>
    <w:rsid w:val="005B255B"/>
    <w:rsid w:val="005B5014"/>
    <w:rsid w:val="005C248C"/>
    <w:rsid w:val="005C5A65"/>
    <w:rsid w:val="005D3E85"/>
    <w:rsid w:val="005E091E"/>
    <w:rsid w:val="005E5E1E"/>
    <w:rsid w:val="005F2736"/>
    <w:rsid w:val="005F53E0"/>
    <w:rsid w:val="00601B4F"/>
    <w:rsid w:val="00611F19"/>
    <w:rsid w:val="00612615"/>
    <w:rsid w:val="006319D3"/>
    <w:rsid w:val="00647679"/>
    <w:rsid w:val="00657C82"/>
    <w:rsid w:val="00684944"/>
    <w:rsid w:val="00690241"/>
    <w:rsid w:val="0069767E"/>
    <w:rsid w:val="006A6BB2"/>
    <w:rsid w:val="006B23C7"/>
    <w:rsid w:val="006B3363"/>
    <w:rsid w:val="006B4F25"/>
    <w:rsid w:val="007014EB"/>
    <w:rsid w:val="0071013D"/>
    <w:rsid w:val="007177A7"/>
    <w:rsid w:val="00726F0E"/>
    <w:rsid w:val="007401E8"/>
    <w:rsid w:val="007417BC"/>
    <w:rsid w:val="007519FE"/>
    <w:rsid w:val="00757098"/>
    <w:rsid w:val="00771357"/>
    <w:rsid w:val="00773BBD"/>
    <w:rsid w:val="007776F1"/>
    <w:rsid w:val="007B2642"/>
    <w:rsid w:val="007D0FB6"/>
    <w:rsid w:val="007E64FD"/>
    <w:rsid w:val="00814FC1"/>
    <w:rsid w:val="00821218"/>
    <w:rsid w:val="00822D42"/>
    <w:rsid w:val="00830129"/>
    <w:rsid w:val="00830D14"/>
    <w:rsid w:val="00845191"/>
    <w:rsid w:val="008604B1"/>
    <w:rsid w:val="00862C40"/>
    <w:rsid w:val="00873B67"/>
    <w:rsid w:val="00874829"/>
    <w:rsid w:val="00877C81"/>
    <w:rsid w:val="00882D53"/>
    <w:rsid w:val="008A13F7"/>
    <w:rsid w:val="008C722C"/>
    <w:rsid w:val="008D091F"/>
    <w:rsid w:val="0091479C"/>
    <w:rsid w:val="00926718"/>
    <w:rsid w:val="009671B4"/>
    <w:rsid w:val="009928BE"/>
    <w:rsid w:val="00993191"/>
    <w:rsid w:val="009B1562"/>
    <w:rsid w:val="009D11BE"/>
    <w:rsid w:val="009F6F42"/>
    <w:rsid w:val="00A0633A"/>
    <w:rsid w:val="00A26953"/>
    <w:rsid w:val="00A50E48"/>
    <w:rsid w:val="00A538D3"/>
    <w:rsid w:val="00A542CE"/>
    <w:rsid w:val="00A5783F"/>
    <w:rsid w:val="00A610BA"/>
    <w:rsid w:val="00A6125E"/>
    <w:rsid w:val="00A76E43"/>
    <w:rsid w:val="00A77A55"/>
    <w:rsid w:val="00A95DF3"/>
    <w:rsid w:val="00AA2B2A"/>
    <w:rsid w:val="00AC1E94"/>
    <w:rsid w:val="00AC232D"/>
    <w:rsid w:val="00AD3929"/>
    <w:rsid w:val="00AE411C"/>
    <w:rsid w:val="00AE6A50"/>
    <w:rsid w:val="00AF1A92"/>
    <w:rsid w:val="00AF6EDD"/>
    <w:rsid w:val="00B07A6E"/>
    <w:rsid w:val="00B10D99"/>
    <w:rsid w:val="00B15BD6"/>
    <w:rsid w:val="00B15F16"/>
    <w:rsid w:val="00B27387"/>
    <w:rsid w:val="00B27E89"/>
    <w:rsid w:val="00B3290D"/>
    <w:rsid w:val="00B34E1F"/>
    <w:rsid w:val="00B35A5F"/>
    <w:rsid w:val="00B458EA"/>
    <w:rsid w:val="00B47364"/>
    <w:rsid w:val="00B611B5"/>
    <w:rsid w:val="00B726F2"/>
    <w:rsid w:val="00B74337"/>
    <w:rsid w:val="00B746C5"/>
    <w:rsid w:val="00B928C5"/>
    <w:rsid w:val="00B95947"/>
    <w:rsid w:val="00BB618F"/>
    <w:rsid w:val="00BE4793"/>
    <w:rsid w:val="00BF76F5"/>
    <w:rsid w:val="00BF7D1D"/>
    <w:rsid w:val="00C077E9"/>
    <w:rsid w:val="00C11849"/>
    <w:rsid w:val="00C31CDB"/>
    <w:rsid w:val="00C363BF"/>
    <w:rsid w:val="00C532CB"/>
    <w:rsid w:val="00C62247"/>
    <w:rsid w:val="00C77E3D"/>
    <w:rsid w:val="00C85BEF"/>
    <w:rsid w:val="00C874C3"/>
    <w:rsid w:val="00CC26E8"/>
    <w:rsid w:val="00CC6D06"/>
    <w:rsid w:val="00CD12DA"/>
    <w:rsid w:val="00CD5272"/>
    <w:rsid w:val="00CD6CB3"/>
    <w:rsid w:val="00CF3287"/>
    <w:rsid w:val="00D21862"/>
    <w:rsid w:val="00D27629"/>
    <w:rsid w:val="00D27D4C"/>
    <w:rsid w:val="00D370B3"/>
    <w:rsid w:val="00D37121"/>
    <w:rsid w:val="00D4272C"/>
    <w:rsid w:val="00D560E6"/>
    <w:rsid w:val="00D90B3F"/>
    <w:rsid w:val="00DB197F"/>
    <w:rsid w:val="00DC359C"/>
    <w:rsid w:val="00DD168D"/>
    <w:rsid w:val="00DD462B"/>
    <w:rsid w:val="00DE4901"/>
    <w:rsid w:val="00DE66B8"/>
    <w:rsid w:val="00E16905"/>
    <w:rsid w:val="00E34F09"/>
    <w:rsid w:val="00E60245"/>
    <w:rsid w:val="00E73E42"/>
    <w:rsid w:val="00EA1229"/>
    <w:rsid w:val="00EB543A"/>
    <w:rsid w:val="00EB576C"/>
    <w:rsid w:val="00ED269A"/>
    <w:rsid w:val="00ED4D44"/>
    <w:rsid w:val="00EF4485"/>
    <w:rsid w:val="00EF7EAD"/>
    <w:rsid w:val="00F059D8"/>
    <w:rsid w:val="00F06EF3"/>
    <w:rsid w:val="00F14996"/>
    <w:rsid w:val="00F15DD7"/>
    <w:rsid w:val="00F30C21"/>
    <w:rsid w:val="00F43348"/>
    <w:rsid w:val="00F62DFA"/>
    <w:rsid w:val="00F70E63"/>
    <w:rsid w:val="00F91ACD"/>
    <w:rsid w:val="00F95BC6"/>
    <w:rsid w:val="00FA7D53"/>
    <w:rsid w:val="00FB5BD6"/>
    <w:rsid w:val="00FB6809"/>
    <w:rsid w:val="00FD1C78"/>
    <w:rsid w:val="00FD4772"/>
    <w:rsid w:val="00FD71A2"/>
    <w:rsid w:val="00FE3489"/>
    <w:rsid w:val="00FF5B7F"/>
    <w:rsid w:val="00FF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13D"/>
    <w:pPr>
      <w:spacing w:after="200" w:line="276" w:lineRule="auto"/>
    </w:pPr>
    <w:rPr>
      <w:rFonts w:cs="Calibri"/>
      <w:lang w:val="en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7E8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32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7E89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27E89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7E89"/>
    <w:pPr>
      <w:keepNext/>
      <w:spacing w:after="0" w:line="240" w:lineRule="auto"/>
      <w:ind w:left="360"/>
      <w:outlineLvl w:val="7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27E89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27E89"/>
    <w:rPr>
      <w:rFonts w:ascii="Arial" w:hAnsi="Arial" w:cs="Arial"/>
      <w:b/>
      <w:b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27E89"/>
    <w:rPr>
      <w:rFonts w:ascii="Arial" w:hAnsi="Arial" w:cs="Arial"/>
      <w:b/>
      <w:bCs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27E89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B27E8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27E8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B27E89"/>
  </w:style>
  <w:style w:type="paragraph" w:styleId="Footer">
    <w:name w:val="footer"/>
    <w:basedOn w:val="Normal"/>
    <w:link w:val="FooterChar"/>
    <w:uiPriority w:val="99"/>
    <w:semiHidden/>
    <w:rsid w:val="00B27E8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27E89"/>
    <w:rPr>
      <w:rFonts w:ascii="Arial" w:hAnsi="Arial" w:cs="Arial"/>
      <w:sz w:val="20"/>
      <w:szCs w:val="20"/>
      <w:lang w:val="en-GB"/>
    </w:rPr>
  </w:style>
  <w:style w:type="paragraph" w:styleId="BodyTextIndent3">
    <w:name w:val="Body Text Indent 3"/>
    <w:aliases w:val="Char1"/>
    <w:basedOn w:val="Normal"/>
    <w:link w:val="BodyTextIndent3Char"/>
    <w:uiPriority w:val="99"/>
    <w:semiHidden/>
    <w:rsid w:val="00B27E89"/>
    <w:pPr>
      <w:spacing w:after="0" w:line="240" w:lineRule="auto"/>
      <w:ind w:left="2815" w:hanging="2917"/>
      <w:jc w:val="center"/>
    </w:pPr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BodyTextIndent3Char">
    <w:name w:val="Body Text Indent 3 Char"/>
    <w:aliases w:val="Char1 Char"/>
    <w:basedOn w:val="DefaultParagraphFont"/>
    <w:link w:val="BodyTextIndent3"/>
    <w:uiPriority w:val="99"/>
    <w:semiHidden/>
    <w:locked/>
    <w:rsid w:val="00B27E89"/>
    <w:rPr>
      <w:rFonts w:ascii="Arial" w:hAnsi="Arial" w:cs="Arial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50136A"/>
    <w:pPr>
      <w:ind w:left="720"/>
    </w:pPr>
  </w:style>
  <w:style w:type="character" w:customStyle="1" w:styleId="CharChar12">
    <w:name w:val="Char Char12"/>
    <w:uiPriority w:val="99"/>
    <w:rsid w:val="004D1FEB"/>
    <w:rPr>
      <w:rFonts w:ascii="Arial" w:hAnsi="Arial" w:cs="Arial"/>
      <w:b/>
      <w:bCs/>
      <w:color w:val="000000"/>
      <w:sz w:val="24"/>
      <w:szCs w:val="24"/>
      <w:lang w:val="en-ZA" w:eastAsia="en-US"/>
    </w:rPr>
  </w:style>
  <w:style w:type="table" w:styleId="TableGrid">
    <w:name w:val="Table Grid"/>
    <w:basedOn w:val="TableNormal"/>
    <w:uiPriority w:val="99"/>
    <w:rsid w:val="007401E8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52AA8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98E"/>
    <w:rPr>
      <w:rFonts w:ascii="Times New Roman" w:hAnsi="Times New Roman"/>
      <w:sz w:val="0"/>
      <w:szCs w:val="0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oleObject" Target="embeddings/oleObject3.bin"/><Relationship Id="rId26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emf"/><Relationship Id="rId12" Type="http://schemas.openxmlformats.org/officeDocument/2006/relationships/image" Target="media/image3.jpeg"/><Relationship Id="rId17" Type="http://schemas.openxmlformats.org/officeDocument/2006/relationships/image" Target="media/image6.wmf"/><Relationship Id="rId25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header" Target="header2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4.bin"/><Relationship Id="rId28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1.bin"/><Relationship Id="rId22" Type="http://schemas.openxmlformats.org/officeDocument/2006/relationships/image" Target="media/image7.png"/><Relationship Id="rId27" Type="http://schemas.openxmlformats.org/officeDocument/2006/relationships/oleObject" Target="embeddings/oleObject6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248</Words>
  <Characters>1415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Basil</dc:creator>
  <cp:keywords/>
  <dc:description/>
  <cp:lastModifiedBy>Makola.J</cp:lastModifiedBy>
  <cp:revision>7</cp:revision>
  <cp:lastPrinted>2010-08-17T09:12:00Z</cp:lastPrinted>
  <dcterms:created xsi:type="dcterms:W3CDTF">2012-07-28T17:27:00Z</dcterms:created>
  <dcterms:modified xsi:type="dcterms:W3CDTF">2012-10-02T08:26:00Z</dcterms:modified>
</cp:coreProperties>
</file>